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404D2ED0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994C82">
        <w:rPr>
          <w:b/>
          <w:color w:val="FF5200" w:themeColor="accent2"/>
          <w:sz w:val="28"/>
          <w:szCs w:val="28"/>
        </w:rPr>
        <w:t>pracovní obuvi</w:t>
      </w:r>
      <w:r w:rsidR="006D35FE">
        <w:rPr>
          <w:b/>
          <w:color w:val="FF5200" w:themeColor="accent2"/>
          <w:sz w:val="28"/>
          <w:szCs w:val="28"/>
        </w:rPr>
        <w:t xml:space="preserve">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994C82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121324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FA44CC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BA6B1BF" w14:textId="77777777" w:rsidR="0039156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4FDBAD7" w14:textId="79D4AE10" w:rsidR="0039156D" w:rsidRDefault="006701C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78570" w:history="1">
            <w:r w:rsidR="0039156D" w:rsidRPr="004C4CD8">
              <w:rPr>
                <w:rStyle w:val="Hypertextovodkaz"/>
                <w:noProof/>
              </w:rPr>
              <w:t>Kapitola 1.</w:t>
            </w:r>
            <w:r w:rsidR="003915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156D" w:rsidRPr="004C4CD8">
              <w:rPr>
                <w:rStyle w:val="Hypertextovodkaz"/>
                <w:noProof/>
              </w:rPr>
              <w:t>Základní údaje k nabídce</w:t>
            </w:r>
            <w:r w:rsidR="0039156D">
              <w:rPr>
                <w:noProof/>
                <w:webHidden/>
              </w:rPr>
              <w:tab/>
            </w:r>
            <w:r w:rsidR="0039156D">
              <w:rPr>
                <w:noProof/>
                <w:webHidden/>
              </w:rPr>
              <w:fldChar w:fldCharType="begin"/>
            </w:r>
            <w:r w:rsidR="0039156D">
              <w:rPr>
                <w:noProof/>
                <w:webHidden/>
              </w:rPr>
              <w:instrText xml:space="preserve"> PAGEREF _Toc76978570 \h </w:instrText>
            </w:r>
            <w:r w:rsidR="0039156D">
              <w:rPr>
                <w:noProof/>
                <w:webHidden/>
              </w:rPr>
            </w:r>
            <w:r w:rsidR="003915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9156D">
              <w:rPr>
                <w:noProof/>
                <w:webHidden/>
              </w:rPr>
              <w:fldChar w:fldCharType="end"/>
            </w:r>
          </w:hyperlink>
        </w:p>
        <w:p w14:paraId="14F58467" w14:textId="3C765D15" w:rsidR="0039156D" w:rsidRDefault="006701C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78571" w:history="1">
            <w:r w:rsidR="0039156D" w:rsidRPr="004C4CD8">
              <w:rPr>
                <w:rStyle w:val="Hypertextovodkaz"/>
                <w:noProof/>
              </w:rPr>
              <w:t>Kapitola 2.</w:t>
            </w:r>
            <w:r w:rsidR="003915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156D" w:rsidRPr="004C4CD8">
              <w:rPr>
                <w:rStyle w:val="Hypertextovodkaz"/>
                <w:noProof/>
              </w:rPr>
              <w:t>Čestné prohlášení o splnění základní způsobilosti</w:t>
            </w:r>
            <w:r w:rsidR="0039156D">
              <w:rPr>
                <w:noProof/>
                <w:webHidden/>
              </w:rPr>
              <w:tab/>
            </w:r>
            <w:r w:rsidR="0039156D">
              <w:rPr>
                <w:noProof/>
                <w:webHidden/>
              </w:rPr>
              <w:fldChar w:fldCharType="begin"/>
            </w:r>
            <w:r w:rsidR="0039156D">
              <w:rPr>
                <w:noProof/>
                <w:webHidden/>
              </w:rPr>
              <w:instrText xml:space="preserve"> PAGEREF _Toc76978571 \h </w:instrText>
            </w:r>
            <w:r w:rsidR="0039156D">
              <w:rPr>
                <w:noProof/>
                <w:webHidden/>
              </w:rPr>
            </w:r>
            <w:r w:rsidR="003915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9156D">
              <w:rPr>
                <w:noProof/>
                <w:webHidden/>
              </w:rPr>
              <w:fldChar w:fldCharType="end"/>
            </w:r>
          </w:hyperlink>
        </w:p>
        <w:p w14:paraId="29E52309" w14:textId="0EE1CF73" w:rsidR="0039156D" w:rsidRDefault="006701C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78572" w:history="1">
            <w:r w:rsidR="0039156D" w:rsidRPr="004C4CD8">
              <w:rPr>
                <w:rStyle w:val="Hypertextovodkaz"/>
                <w:noProof/>
              </w:rPr>
              <w:t>Kapitola 3.</w:t>
            </w:r>
            <w:r w:rsidR="003915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156D" w:rsidRPr="004C4CD8">
              <w:rPr>
                <w:rStyle w:val="Hypertextovodkaz"/>
                <w:noProof/>
              </w:rPr>
              <w:t>Čestné prohlášení účastníka k neuzavření zakázaných dohod</w:t>
            </w:r>
            <w:r w:rsidR="0039156D">
              <w:rPr>
                <w:noProof/>
                <w:webHidden/>
              </w:rPr>
              <w:tab/>
            </w:r>
            <w:r w:rsidR="0039156D">
              <w:rPr>
                <w:noProof/>
                <w:webHidden/>
              </w:rPr>
              <w:fldChar w:fldCharType="begin"/>
            </w:r>
            <w:r w:rsidR="0039156D">
              <w:rPr>
                <w:noProof/>
                <w:webHidden/>
              </w:rPr>
              <w:instrText xml:space="preserve"> PAGEREF _Toc76978572 \h </w:instrText>
            </w:r>
            <w:r w:rsidR="0039156D">
              <w:rPr>
                <w:noProof/>
                <w:webHidden/>
              </w:rPr>
            </w:r>
            <w:r w:rsidR="003915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9156D">
              <w:rPr>
                <w:noProof/>
                <w:webHidden/>
              </w:rPr>
              <w:fldChar w:fldCharType="end"/>
            </w:r>
          </w:hyperlink>
        </w:p>
        <w:p w14:paraId="567DCBE9" w14:textId="3D71FF12" w:rsidR="0039156D" w:rsidRDefault="006701C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6978573" w:history="1">
            <w:r w:rsidR="0039156D" w:rsidRPr="004C4CD8">
              <w:rPr>
                <w:rStyle w:val="Hypertextovodkaz"/>
                <w:noProof/>
              </w:rPr>
              <w:t>Kapitola 4.</w:t>
            </w:r>
            <w:r w:rsidR="0039156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9156D" w:rsidRPr="004C4CD8">
              <w:rPr>
                <w:rStyle w:val="Hypertextovodkaz"/>
                <w:noProof/>
              </w:rPr>
              <w:t>Čestné prohlášení účastníka ohledně pracovních podmínek</w:t>
            </w:r>
            <w:r w:rsidR="0039156D">
              <w:rPr>
                <w:noProof/>
                <w:webHidden/>
              </w:rPr>
              <w:tab/>
            </w:r>
            <w:r w:rsidR="0039156D">
              <w:rPr>
                <w:noProof/>
                <w:webHidden/>
              </w:rPr>
              <w:fldChar w:fldCharType="begin"/>
            </w:r>
            <w:r w:rsidR="0039156D">
              <w:rPr>
                <w:noProof/>
                <w:webHidden/>
              </w:rPr>
              <w:instrText xml:space="preserve"> PAGEREF _Toc76978573 \h </w:instrText>
            </w:r>
            <w:r w:rsidR="0039156D">
              <w:rPr>
                <w:noProof/>
                <w:webHidden/>
              </w:rPr>
            </w:r>
            <w:r w:rsidR="003915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9156D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6978570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EAE2F5" w14:textId="1BF142F6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D35FE" w:rsidRPr="008D23D5" w14:paraId="31A25E85" w14:textId="77777777" w:rsidTr="00A00BF3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A185BE5" w14:textId="1A6E64BC" w:rsidR="006D35FE" w:rsidRPr="006048C7" w:rsidRDefault="006D35FE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 w:rsidR="007C3B83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zboží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7C3B83" w:rsidRPr="001F33F5" w14:paraId="061BD525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E5D8397" w14:textId="00614987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antiperf.planž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248E0735" w14:textId="5F11536F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2000</w:t>
            </w:r>
          </w:p>
        </w:tc>
        <w:tc>
          <w:tcPr>
            <w:tcW w:w="832" w:type="dxa"/>
            <w:shd w:val="clear" w:color="auto" w:fill="auto"/>
          </w:tcPr>
          <w:p w14:paraId="77B73D70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BBCF2F0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AC0C7C4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0BC773B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936E1C9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69809D34" w14:textId="77777777" w:rsidR="007C3B83" w:rsidRPr="004A6709" w:rsidRDefault="007C3B83" w:rsidP="007C3B83"/>
        </w:tc>
      </w:tr>
      <w:tr w:rsidR="007C3B83" w:rsidRPr="001F33F5" w14:paraId="76C3F697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4CCAC94" w14:textId="2F4E66DB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bez kov.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souč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6B05962F" w14:textId="36BABCA4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215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505F82FB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B30C566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911E1AD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E0B7AFE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97A579C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657FE6BE" w14:textId="77777777" w:rsidR="007C3B83" w:rsidRPr="004A6709" w:rsidRDefault="007C3B83" w:rsidP="007C3B83"/>
        </w:tc>
      </w:tr>
      <w:tr w:rsidR="007C3B83" w:rsidRPr="001F33F5" w14:paraId="1C82FA75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56D7EA74" w14:textId="6DCCBCD8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celopryž.podešev</w:t>
            </w:r>
            <w:proofErr w:type="spellEnd"/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44A37B0" w14:textId="34E3A7F6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1E4722B9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2A0BC722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0E33879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7FA3A9F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65A7B63C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6E06F8C8" w14:textId="77777777" w:rsidR="007C3B83" w:rsidRPr="004A6709" w:rsidRDefault="007C3B83" w:rsidP="007C3B83"/>
        </w:tc>
      </w:tr>
      <w:tr w:rsidR="007C3B83" w:rsidRPr="001F33F5" w14:paraId="64DC5DF3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7CF2043" w14:textId="62759829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kanady</w:t>
            </w:r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015884E" w14:textId="1CAF4DAE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120</w:t>
            </w:r>
          </w:p>
        </w:tc>
        <w:tc>
          <w:tcPr>
            <w:tcW w:w="832" w:type="dxa"/>
            <w:shd w:val="clear" w:color="auto" w:fill="auto"/>
          </w:tcPr>
          <w:p w14:paraId="251AC346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0EC20AFB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52BFBA7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4361FF8C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1957B72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7EAD993B" w14:textId="77777777" w:rsidR="007C3B83" w:rsidRPr="004A6709" w:rsidRDefault="007C3B83" w:rsidP="007C3B83"/>
        </w:tc>
      </w:tr>
      <w:tr w:rsidR="007C3B83" w:rsidRPr="001F33F5" w14:paraId="58BF0131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750D144E" w14:textId="545B5A19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antiperf.planž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1D0FD28" w14:textId="0C43C05D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198CB516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60BC065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BE0AD65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568D935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2616DBE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0EBBE14D" w14:textId="77777777" w:rsidR="007C3B83" w:rsidRPr="004A6709" w:rsidRDefault="007C3B83" w:rsidP="007C3B83"/>
        </w:tc>
      </w:tr>
      <w:tr w:rsidR="007C3B83" w:rsidRPr="001F33F5" w14:paraId="3789C99E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29D93D0" w14:textId="4F9C5EED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.šp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bez kov.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souč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623C5253" w14:textId="1E377373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3F2F2A18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0F6EC2CC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2733CB0D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9017B61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8E700EC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711B188D" w14:textId="77777777" w:rsidR="007C3B83" w:rsidRPr="004A6709" w:rsidRDefault="007C3B83" w:rsidP="007C3B83"/>
        </w:tc>
      </w:tr>
      <w:tr w:rsidR="007C3B83" w:rsidRPr="001F33F5" w14:paraId="45CE8E75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C08778F" w14:textId="3CF28EE0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.-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lastRenderedPageBreak/>
              <w:t>celopryž.podešev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2BDF7587" w14:textId="5054B714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lastRenderedPageBreak/>
              <w:t>150</w:t>
            </w:r>
          </w:p>
        </w:tc>
        <w:tc>
          <w:tcPr>
            <w:tcW w:w="832" w:type="dxa"/>
            <w:shd w:val="clear" w:color="auto" w:fill="auto"/>
          </w:tcPr>
          <w:p w14:paraId="36AC87F2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3E828D5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C7325A8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7878734C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3FEC1F93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608412B5" w14:textId="77777777" w:rsidR="007C3B83" w:rsidRPr="004A6709" w:rsidRDefault="007C3B83" w:rsidP="007C3B83"/>
        </w:tc>
      </w:tr>
      <w:tr w:rsidR="007C3B83" w:rsidRPr="001F33F5" w14:paraId="666FB6D9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03BFD24" w14:textId="40600CFA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kanady</w:t>
            </w:r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špicí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86B115D" w14:textId="5D004BDC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32" w:type="dxa"/>
            <w:shd w:val="clear" w:color="auto" w:fill="auto"/>
          </w:tcPr>
          <w:p w14:paraId="7E85FAF7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74F9E24B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16B4E29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7CA2388F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660B298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76B059BE" w14:textId="77777777" w:rsidR="007C3B83" w:rsidRPr="004A6709" w:rsidRDefault="007C3B83" w:rsidP="007C3B83"/>
        </w:tc>
      </w:tr>
      <w:tr w:rsidR="007C3B83" w:rsidRPr="001F33F5" w14:paraId="74CC9EEE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A732D38" w14:textId="3FDEB859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Boty pracovní šněrovací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poloholeňové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s 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bezp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špicí</w:t>
            </w:r>
            <w:proofErr w:type="gram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antiperf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planž</w:t>
            </w:r>
            <w:proofErr w:type="spellEnd"/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F9AB48E" w14:textId="6F6B2FB4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45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4D0D850D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AB618EB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6E6B700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6C076DB6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08E2D7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13F33889" w14:textId="77777777" w:rsidR="007C3B83" w:rsidRPr="004A6709" w:rsidRDefault="007C3B83" w:rsidP="007C3B83"/>
        </w:tc>
      </w:tr>
      <w:tr w:rsidR="007C3B83" w:rsidRPr="001F33F5" w14:paraId="55BB0056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8FA1562" w14:textId="5E530CE4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Boty kožené vysoké s filcem s bezpečnostní špicí a </w:t>
            </w:r>
            <w:proofErr w:type="spellStart"/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antioperforační</w:t>
            </w:r>
            <w:proofErr w:type="spellEnd"/>
            <w:r w:rsidRPr="001F33F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 planžetou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5D13336E" w14:textId="7E120519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832" w:type="dxa"/>
            <w:shd w:val="clear" w:color="auto" w:fill="auto"/>
          </w:tcPr>
          <w:p w14:paraId="44A8F334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2086EF7A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39DF023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0D12603C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15029878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1F9FEFB0" w14:textId="77777777" w:rsidR="007C3B83" w:rsidRPr="004A6709" w:rsidRDefault="007C3B83" w:rsidP="007C3B83"/>
        </w:tc>
      </w:tr>
      <w:tr w:rsidR="007C3B83" w:rsidRPr="001F33F5" w14:paraId="1CF25F35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0208D570" w14:textId="1146A493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pracovní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27F0D646" w14:textId="280C73F8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1900</w:t>
            </w:r>
          </w:p>
        </w:tc>
        <w:tc>
          <w:tcPr>
            <w:tcW w:w="832" w:type="dxa"/>
            <w:shd w:val="clear" w:color="auto" w:fill="auto"/>
          </w:tcPr>
          <w:p w14:paraId="5D58F1D4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8423DEA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604E0310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BD85A79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613AFBF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5C49F96B" w14:textId="77777777" w:rsidR="007C3B83" w:rsidRPr="004A6709" w:rsidRDefault="007C3B83" w:rsidP="007C3B83"/>
        </w:tc>
      </w:tr>
      <w:tr w:rsidR="007C3B83" w:rsidRPr="001F33F5" w14:paraId="49B51815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93B25DC" w14:textId="5E246641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pracovní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0D2825D8" w14:textId="00C9CB29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832" w:type="dxa"/>
            <w:shd w:val="clear" w:color="auto" w:fill="auto"/>
          </w:tcPr>
          <w:p w14:paraId="5840766E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3C0C452F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DC6F324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46A8878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560215A5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290541AB" w14:textId="77777777" w:rsidR="007C3B83" w:rsidRPr="004A6709" w:rsidRDefault="007C3B83" w:rsidP="007C3B83"/>
        </w:tc>
      </w:tr>
      <w:tr w:rsidR="007C3B83" w:rsidRPr="001F33F5" w14:paraId="53348954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F53B0A2" w14:textId="71FCADD5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vysoké gumové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8AC3374" w14:textId="53A6A0B7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8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4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14:paraId="013EEC0B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5F2220F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15117EE8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5B3E46F9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F359D3D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46DE24BF" w14:textId="77777777" w:rsidR="007C3B83" w:rsidRPr="004A6709" w:rsidRDefault="007C3B83" w:rsidP="007C3B83"/>
        </w:tc>
      </w:tr>
      <w:tr w:rsidR="007C3B83" w:rsidRPr="001F33F5" w14:paraId="0427DC94" w14:textId="77777777" w:rsidTr="007C3B8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1854278" w14:textId="05A5B05B" w:rsidR="007C3B83" w:rsidRPr="004303F9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Boty vysoké gumové s filcem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1053BF1A" w14:textId="3A706559" w:rsidR="007C3B83" w:rsidRPr="004303F9" w:rsidRDefault="007C3B83" w:rsidP="007C3B83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832" w:type="dxa"/>
            <w:shd w:val="clear" w:color="auto" w:fill="auto"/>
          </w:tcPr>
          <w:p w14:paraId="77D70330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0EA231DD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7F5FB4A3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5A1CAC0" w14:textId="77777777" w:rsidR="007C3B83" w:rsidRPr="004A6709" w:rsidRDefault="007C3B83" w:rsidP="007C3B83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AEBF333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48DDE85C" w14:textId="77777777" w:rsidR="007C3B83" w:rsidRPr="004A6709" w:rsidRDefault="007C3B83" w:rsidP="007C3B83"/>
        </w:tc>
      </w:tr>
      <w:tr w:rsidR="007C3B83" w14:paraId="65C8D385" w14:textId="77777777" w:rsidTr="00A00BF3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1E732CB" w14:textId="77777777" w:rsidR="007C3B83" w:rsidRPr="005C145F" w:rsidRDefault="007C3B83" w:rsidP="007C3B83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BB5D59C" w14:textId="6B81CE83" w:rsidR="007C3B83" w:rsidRPr="004A6709" w:rsidRDefault="007C3B83" w:rsidP="007C3B83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8C7D755" w14:textId="1AA94B2E" w:rsidR="007C3B83" w:rsidRPr="004A6709" w:rsidRDefault="007C3B83" w:rsidP="007C3B83"/>
        </w:tc>
        <w:tc>
          <w:tcPr>
            <w:tcW w:w="992" w:type="dxa"/>
            <w:shd w:val="clear" w:color="auto" w:fill="auto"/>
          </w:tcPr>
          <w:p w14:paraId="059CC2BB" w14:textId="77777777" w:rsidR="007C3B83" w:rsidRPr="004A6709" w:rsidRDefault="007C3B83" w:rsidP="007C3B83"/>
        </w:tc>
        <w:tc>
          <w:tcPr>
            <w:tcW w:w="1057" w:type="dxa"/>
            <w:shd w:val="clear" w:color="auto" w:fill="auto"/>
          </w:tcPr>
          <w:p w14:paraId="69E73428" w14:textId="77777777" w:rsidR="007C3B83" w:rsidRPr="004A6709" w:rsidRDefault="007C3B83" w:rsidP="007C3B83"/>
        </w:tc>
      </w:tr>
    </w:tbl>
    <w:p w14:paraId="6EAB0FBE" w14:textId="6ABA3B52" w:rsidR="00F24FBF" w:rsidRDefault="00F24FBF" w:rsidP="008B1A2C"/>
    <w:p w14:paraId="0582A36A" w14:textId="3C8F3443" w:rsidR="007818EB" w:rsidRDefault="007818EB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69E3DC09" w14:textId="77777777" w:rsidR="0039156D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49EFB283" w14:textId="77777777" w:rsidR="0039156D" w:rsidRDefault="0039156D" w:rsidP="00996617">
      <w:pPr>
        <w:tabs>
          <w:tab w:val="left" w:pos="7125"/>
        </w:tabs>
        <w:spacing w:after="0"/>
      </w:pPr>
    </w:p>
    <w:p w14:paraId="6D4226CE" w14:textId="77777777" w:rsidR="0039156D" w:rsidRDefault="0039156D" w:rsidP="00996617">
      <w:pPr>
        <w:tabs>
          <w:tab w:val="left" w:pos="7125"/>
        </w:tabs>
        <w:spacing w:after="0"/>
      </w:pPr>
    </w:p>
    <w:p w14:paraId="7AE8DD0C" w14:textId="77777777" w:rsidR="0039156D" w:rsidRDefault="0039156D" w:rsidP="00996617">
      <w:pPr>
        <w:tabs>
          <w:tab w:val="left" w:pos="7125"/>
        </w:tabs>
        <w:spacing w:after="0"/>
      </w:pPr>
    </w:p>
    <w:p w14:paraId="46613E93" w14:textId="109D3AE3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AA7555" w14:textId="77777777" w:rsidR="00996617" w:rsidRDefault="006701C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6701CE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697857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697857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76978573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3474D6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01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01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0AA964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01C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01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156D"/>
    <w:rsid w:val="003956C6"/>
    <w:rsid w:val="003F2740"/>
    <w:rsid w:val="00424B2F"/>
    <w:rsid w:val="004303F9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01CE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3B83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4C82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49E59A-B835-4F20-B8CA-D59C512A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6</Pages>
  <Words>798</Words>
  <Characters>4713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23</cp:revision>
  <cp:lastPrinted>2021-07-14T10:35:00Z</cp:lastPrinted>
  <dcterms:created xsi:type="dcterms:W3CDTF">2020-10-26T18:42:00Z</dcterms:created>
  <dcterms:modified xsi:type="dcterms:W3CDTF">2021-07-14T10:38:00Z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